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F7608">
        <w:rPr>
          <w:rFonts w:ascii="Corbel" w:hAnsi="Corbel"/>
          <w:b/>
          <w:smallCaps/>
          <w:sz w:val="24"/>
          <w:szCs w:val="24"/>
        </w:rPr>
        <w:t>2020</w:t>
      </w:r>
      <w:r w:rsidR="008F70AB">
        <w:rPr>
          <w:rFonts w:ascii="Corbel" w:hAnsi="Corbel"/>
          <w:b/>
          <w:smallCaps/>
          <w:sz w:val="24"/>
          <w:szCs w:val="24"/>
        </w:rPr>
        <w:t>/20</w:t>
      </w:r>
      <w:r w:rsidR="0005454B">
        <w:rPr>
          <w:rFonts w:ascii="Corbel" w:hAnsi="Corbel"/>
          <w:b/>
          <w:smallCaps/>
          <w:sz w:val="24"/>
          <w:szCs w:val="24"/>
        </w:rPr>
        <w:t>2</w:t>
      </w:r>
      <w:r w:rsidR="00DF7608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F7608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E24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E24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2123C">
              <w:rPr>
                <w:rFonts w:ascii="Corbel" w:hAnsi="Corbel"/>
                <w:b w:val="0"/>
                <w:sz w:val="24"/>
                <w:szCs w:val="24"/>
              </w:rPr>
              <w:t xml:space="preserve">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F03F8" w:rsidP="001F03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817A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17A2C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957FE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4C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F03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043D4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16D1" w:rsidRPr="009C54AE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psychologiczna na poziomie </w:t>
            </w:r>
            <w:r w:rsidR="00891D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Wprowadzenie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dostarczanie podstawowej wiedzy</w:t>
            </w:r>
            <w:r w:rsidR="00891D0C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 w:rsidR="00074F81">
              <w:rPr>
                <w:rFonts w:asciiTheme="minorHAnsi" w:hAnsiTheme="minorHAnsi"/>
                <w:bCs/>
                <w:sz w:val="24"/>
                <w:szCs w:val="24"/>
              </w:rPr>
              <w:t>teoretycznej i terminologicznej</w:t>
            </w: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rozwój kompetencji w posługiwaniu się terminologią z zakresu psychologii </w:t>
            </w:r>
            <w:r w:rsidR="00067315">
              <w:rPr>
                <w:rFonts w:asciiTheme="minorHAnsi" w:hAnsiTheme="minorHAnsi"/>
                <w:bCs/>
                <w:sz w:val="24"/>
                <w:szCs w:val="24"/>
              </w:rPr>
              <w:t>społecznej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7F476F" w:rsidRPr="005B254B" w:rsidTr="00E174FD">
        <w:tc>
          <w:tcPr>
            <w:tcW w:w="1701" w:type="dxa"/>
          </w:tcPr>
          <w:p w:rsidR="007F476F" w:rsidRDefault="00FE34F5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EK_1</w:t>
            </w:r>
          </w:p>
        </w:tc>
        <w:tc>
          <w:tcPr>
            <w:tcW w:w="6096" w:type="dxa"/>
          </w:tcPr>
          <w:p w:rsidR="007F476F" w:rsidRPr="005B254B" w:rsidRDefault="005338A3" w:rsidP="00A215D2">
            <w:pPr>
              <w:pStyle w:val="Bezodstpw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 zdefiniuje pojęcie grupy, wymieni i  omówi podstawowe cechy</w:t>
            </w:r>
            <w:r w:rsidR="00732A9C">
              <w:rPr>
                <w:rFonts w:asciiTheme="minorHAnsi" w:hAnsiTheme="minorHAnsi"/>
              </w:rPr>
              <w:t xml:space="preserve"> strukturalnej definicji grupy. </w:t>
            </w:r>
            <w:r w:rsidR="00005F37">
              <w:rPr>
                <w:rFonts w:asciiTheme="minorHAnsi" w:hAnsiTheme="minorHAnsi"/>
              </w:rPr>
              <w:t xml:space="preserve">Student wymieni </w:t>
            </w:r>
            <w:r w:rsidR="000B70A5">
              <w:rPr>
                <w:rFonts w:asciiTheme="minorHAnsi" w:hAnsiTheme="minorHAnsi"/>
              </w:rPr>
              <w:t xml:space="preserve"> i omówi etapy kształtowania grupy. </w:t>
            </w:r>
            <w:r w:rsidR="00732A9C">
              <w:rPr>
                <w:rFonts w:asciiTheme="minorHAnsi" w:hAnsiTheme="minorHAnsi"/>
              </w:rPr>
              <w:t>Student zdefiniuje pojęcie socjalizacji</w:t>
            </w:r>
            <w:r w:rsidR="00FE34F5">
              <w:rPr>
                <w:rFonts w:asciiTheme="minorHAnsi" w:hAnsiTheme="minorHAnsi"/>
              </w:rPr>
              <w:t>, rozróżni poziomy socjalizacji</w:t>
            </w:r>
            <w:r w:rsidR="0055258D">
              <w:rPr>
                <w:rFonts w:asciiTheme="minorHAnsi" w:hAnsiTheme="minorHAnsi"/>
              </w:rPr>
              <w:t xml:space="preserve">. Zdefiniuje pojęcie „ja” </w:t>
            </w:r>
            <w:r w:rsidR="00CB24D5">
              <w:rPr>
                <w:rFonts w:asciiTheme="minorHAnsi" w:hAnsiTheme="minorHAnsi"/>
              </w:rPr>
              <w:t xml:space="preserve">. </w:t>
            </w:r>
            <w:r w:rsidR="00525C5A">
              <w:rPr>
                <w:rFonts w:asciiTheme="minorHAnsi" w:hAnsiTheme="minorHAnsi"/>
              </w:rPr>
              <w:t xml:space="preserve"> </w:t>
            </w:r>
            <w:r w:rsidR="006D5553">
              <w:rPr>
                <w:rFonts w:asciiTheme="minorHAnsi" w:hAnsiTheme="minorHAnsi"/>
              </w:rPr>
              <w:t>Student</w:t>
            </w:r>
            <w:r w:rsidR="00A215D2">
              <w:rPr>
                <w:rFonts w:asciiTheme="minorHAnsi" w:hAnsiTheme="minorHAnsi"/>
              </w:rPr>
              <w:t xml:space="preserve"> zdefiniuje pojęcie </w:t>
            </w:r>
            <w:r w:rsidR="006D5553">
              <w:rPr>
                <w:rFonts w:asciiTheme="minorHAnsi" w:hAnsiTheme="minorHAnsi"/>
              </w:rPr>
              <w:t>postawy</w:t>
            </w:r>
            <w:r w:rsidR="00A215D2">
              <w:rPr>
                <w:rFonts w:asciiTheme="minorHAnsi" w:hAnsiTheme="minorHAnsi"/>
              </w:rPr>
              <w:t xml:space="preserve">. </w:t>
            </w:r>
            <w:r w:rsidR="000B70A5">
              <w:rPr>
                <w:rFonts w:asciiTheme="minorHAnsi" w:hAnsiTheme="minorHAnsi"/>
              </w:rPr>
              <w:t>Student zdefiniuje pojęcia uprzedzeń i stereotypów.</w:t>
            </w:r>
          </w:p>
        </w:tc>
        <w:tc>
          <w:tcPr>
            <w:tcW w:w="1873" w:type="dxa"/>
          </w:tcPr>
          <w:p w:rsidR="007F476F" w:rsidRPr="00855D92" w:rsidRDefault="00FE34F5" w:rsidP="009B5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K-W01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Pr="005B254B" w:rsidRDefault="00525C5A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EK_2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6C7F34" w:rsidP="00367317">
            <w:pPr>
              <w:pStyle w:val="Bezodstpw"/>
              <w:rPr>
                <w:rFonts w:asciiTheme="minorHAnsi" w:hAnsiTheme="minorHAnsi"/>
                <w:b/>
                <w:smallCaps/>
              </w:rPr>
            </w:pPr>
            <w:r>
              <w:rPr>
                <w:rFonts w:asciiTheme="minorHAnsi" w:hAnsiTheme="minorHAnsi"/>
              </w:rPr>
              <w:t xml:space="preserve">Student wymieni i omówi główne teorie psychologii społecznej, w szczególności w odniesieniu do </w:t>
            </w:r>
            <w:r w:rsidR="00005F37">
              <w:rPr>
                <w:rFonts w:asciiTheme="minorHAnsi" w:hAnsiTheme="minorHAnsi"/>
              </w:rPr>
              <w:t>zagadnienia</w:t>
            </w:r>
            <w:r>
              <w:rPr>
                <w:rFonts w:asciiTheme="minorHAnsi" w:hAnsiTheme="minorHAnsi"/>
              </w:rPr>
              <w:t xml:space="preserve"> grup</w:t>
            </w:r>
            <w:r w:rsidR="00005F37">
              <w:rPr>
                <w:rFonts w:asciiTheme="minorHAnsi" w:hAnsiTheme="minorHAnsi"/>
              </w:rPr>
              <w:t>y</w:t>
            </w:r>
            <w:r w:rsidR="00100C66">
              <w:rPr>
                <w:rFonts w:asciiTheme="minorHAnsi" w:hAnsiTheme="minorHAnsi"/>
              </w:rPr>
              <w:t xml:space="preserve"> i spostrzegania społecznego</w:t>
            </w:r>
            <w:r w:rsidR="00005F37">
              <w:rPr>
                <w:rFonts w:asciiTheme="minorHAnsi" w:hAnsiTheme="minorHAnsi"/>
              </w:rPr>
              <w:t xml:space="preserve">. </w:t>
            </w:r>
            <w:r w:rsidR="00367317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873" w:type="dxa"/>
          </w:tcPr>
          <w:p w:rsidR="00D35B76" w:rsidRPr="00D5646C" w:rsidRDefault="006C7F34" w:rsidP="009B53BB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K_W05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Default="00100C6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D35B76" w:rsidRPr="005B254B" w:rsidRDefault="00A215D2" w:rsidP="00A215D2">
            <w:pPr>
              <w:pStyle w:val="Defaul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</w:rPr>
              <w:t xml:space="preserve">Student scharakteryzuje zjawiska grupowe. </w:t>
            </w:r>
            <w:r w:rsidR="000277DF">
              <w:rPr>
                <w:rFonts w:asciiTheme="minorHAnsi" w:hAnsiTheme="minorHAnsi"/>
                <w:color w:val="auto"/>
              </w:rPr>
              <w:t>Student wyjaśni scharakt</w:t>
            </w:r>
            <w:r w:rsidR="00202D9E">
              <w:rPr>
                <w:rFonts w:asciiTheme="minorHAnsi" w:hAnsiTheme="minorHAnsi"/>
                <w:color w:val="auto"/>
              </w:rPr>
              <w:t>eryzuje</w:t>
            </w:r>
            <w:r w:rsidR="000277DF">
              <w:rPr>
                <w:rFonts w:asciiTheme="minorHAnsi" w:hAnsiTheme="minorHAnsi"/>
              </w:rPr>
              <w:t xml:space="preserve"> kształtowanie się i rolę struktury „ja”  w zjawiskach grupowych</w:t>
            </w:r>
            <w:r w:rsidR="000277DF">
              <w:rPr>
                <w:rFonts w:asciiTheme="minorHAnsi" w:hAnsiTheme="minorHAnsi"/>
                <w:color w:val="auto"/>
              </w:rPr>
              <w:t xml:space="preserve"> </w:t>
            </w:r>
            <w:r w:rsidR="00202D9E">
              <w:rPr>
                <w:rFonts w:asciiTheme="minorHAnsi" w:hAnsiTheme="minorHAnsi"/>
                <w:color w:val="auto"/>
              </w:rPr>
              <w:t xml:space="preserve">. </w:t>
            </w:r>
            <w:r w:rsidR="00137CC2">
              <w:rPr>
                <w:rFonts w:asciiTheme="minorHAnsi" w:hAnsiTheme="minorHAnsi"/>
                <w:color w:val="auto"/>
              </w:rPr>
              <w:t>Student scharakteryzuje wpływ grupy na zachowanie człowieka</w:t>
            </w:r>
            <w:r w:rsidR="001E57D8">
              <w:rPr>
                <w:rFonts w:asciiTheme="minorHAnsi" w:hAnsiTheme="minorHAnsi"/>
                <w:color w:val="auto"/>
              </w:rPr>
              <w:t>. Zastosuje pojęcie konformizmu</w:t>
            </w:r>
            <w:r w:rsidR="00DD66D9">
              <w:rPr>
                <w:rFonts w:asciiTheme="minorHAnsi" w:hAnsiTheme="minorHAnsi"/>
                <w:color w:val="auto"/>
              </w:rPr>
              <w:t xml:space="preserve"> i syndromu myślenia grupowego </w:t>
            </w:r>
            <w:r w:rsidR="001E57D8">
              <w:rPr>
                <w:rFonts w:asciiTheme="minorHAnsi" w:hAnsiTheme="minorHAnsi"/>
                <w:color w:val="auto"/>
              </w:rPr>
              <w:t xml:space="preserve"> do wyj</w:t>
            </w:r>
            <w:r w:rsidR="00DD66D9">
              <w:rPr>
                <w:rFonts w:asciiTheme="minorHAnsi" w:hAnsiTheme="minorHAnsi"/>
                <w:color w:val="auto"/>
              </w:rPr>
              <w:t>aśnienia</w:t>
            </w:r>
            <w:r w:rsidR="001E57D8">
              <w:rPr>
                <w:rFonts w:asciiTheme="minorHAnsi" w:hAnsiTheme="minorHAnsi"/>
                <w:color w:val="auto"/>
              </w:rPr>
              <w:t xml:space="preserve"> zjawisk zachodzących w </w:t>
            </w:r>
            <w:r w:rsidR="00647CA0">
              <w:rPr>
                <w:rFonts w:asciiTheme="minorHAnsi" w:hAnsiTheme="minorHAnsi"/>
                <w:color w:val="auto"/>
              </w:rPr>
              <w:t>grupie</w:t>
            </w:r>
            <w:r w:rsidR="001E57D8">
              <w:rPr>
                <w:rFonts w:asciiTheme="minorHAnsi" w:hAnsiTheme="minorHAnsi"/>
                <w:color w:val="auto"/>
              </w:rPr>
              <w:t xml:space="preserve"> </w:t>
            </w:r>
            <w:r w:rsidR="00647CA0">
              <w:rPr>
                <w:rFonts w:asciiTheme="minorHAnsi" w:hAnsiTheme="minorHAnsi"/>
                <w:color w:val="auto"/>
              </w:rPr>
              <w:t>rówieśniczej</w:t>
            </w:r>
            <w:r w:rsidR="00DD66D9">
              <w:rPr>
                <w:rFonts w:asciiTheme="minorHAnsi" w:hAnsiTheme="minorHAnsi"/>
                <w:color w:val="auto"/>
              </w:rPr>
              <w:t xml:space="preserve"> przewidywania </w:t>
            </w:r>
            <w:r w:rsidR="00647CA0">
              <w:rPr>
                <w:rFonts w:asciiTheme="minorHAnsi" w:hAnsiTheme="minorHAnsi"/>
                <w:color w:val="auto"/>
              </w:rPr>
              <w:t>ich konsekwencji</w:t>
            </w:r>
            <w:r w:rsidR="001E57D8">
              <w:rPr>
                <w:rFonts w:asciiTheme="minorHAnsi" w:hAnsiTheme="minorHAnsi"/>
                <w:color w:val="auto"/>
              </w:rPr>
              <w:t>.</w:t>
            </w:r>
            <w:r w:rsidR="002D0F32">
              <w:rPr>
                <w:rFonts w:asciiTheme="minorHAnsi" w:hAnsiTheme="minorHAnsi"/>
                <w:color w:val="auto"/>
              </w:rPr>
              <w:t xml:space="preserve"> </w:t>
            </w:r>
            <w:r w:rsidR="002D0F32">
              <w:rPr>
                <w:rFonts w:asciiTheme="minorHAnsi" w:hAnsiTheme="minorHAnsi"/>
              </w:rPr>
              <w:t xml:space="preserve">Opisze konsekwencje społeczne stereotypów i </w:t>
            </w:r>
            <w:r w:rsidR="00202D9E">
              <w:rPr>
                <w:rFonts w:asciiTheme="minorHAnsi" w:hAnsiTheme="minorHAnsi"/>
              </w:rPr>
              <w:t>uprzedzeń</w:t>
            </w:r>
            <w:r w:rsidR="002D0F32">
              <w:rPr>
                <w:rFonts w:asciiTheme="minorHAnsi" w:hAnsiTheme="minorHAnsi"/>
              </w:rPr>
              <w:t>.</w:t>
            </w:r>
          </w:p>
        </w:tc>
        <w:tc>
          <w:tcPr>
            <w:tcW w:w="1873" w:type="dxa"/>
          </w:tcPr>
          <w:p w:rsidR="00D35B76" w:rsidRPr="00D5646C" w:rsidRDefault="00100C66" w:rsidP="009B53BB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  <w:smallCaps/>
              </w:rPr>
              <w:t>K</w:t>
            </w:r>
            <w:r>
              <w:rPr>
                <w:rFonts w:asciiTheme="minorHAnsi" w:hAnsiTheme="minorHAnsi"/>
                <w:smallCaps/>
              </w:rPr>
              <w:softHyphen/>
              <w:t>_U01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Default="00647CA0" w:rsidP="00C376F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D35B76" w:rsidRPr="005B254B" w:rsidRDefault="001657B3" w:rsidP="00CA428A">
            <w:pPr>
              <w:pStyle w:val="Defaul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 xml:space="preserve">Student </w:t>
            </w:r>
            <w:r w:rsidR="00114DB0">
              <w:rPr>
                <w:rFonts w:asciiTheme="minorHAnsi" w:hAnsiTheme="minorHAnsi"/>
                <w:color w:val="auto"/>
              </w:rPr>
              <w:t>zachowa ostrożność w wyrażaniu opinii na temat innych ludzi w szczególności w odniesieniu do których powstają uprzedzenia.</w:t>
            </w:r>
            <w:r w:rsidR="00FF4EF8">
              <w:rPr>
                <w:rFonts w:asciiTheme="minorHAnsi" w:hAnsiTheme="minorHAnsi"/>
                <w:color w:val="auto"/>
              </w:rPr>
              <w:t xml:space="preserve"> Student zachowa otwartość na poglądy innych, podejmie dyskusje w grupie.</w:t>
            </w:r>
            <w:r w:rsidR="00CD3FF2">
              <w:rPr>
                <w:rFonts w:asciiTheme="minorHAnsi" w:hAnsiTheme="minorHAnsi"/>
                <w:color w:val="auto"/>
              </w:rPr>
              <w:t xml:space="preserve"> Student poprzez </w:t>
            </w:r>
            <w:r w:rsidR="00CA428A">
              <w:rPr>
                <w:rFonts w:asciiTheme="minorHAnsi" w:hAnsiTheme="minorHAnsi"/>
                <w:color w:val="auto"/>
              </w:rPr>
              <w:t>dyskusje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grupowe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zdiagnozuje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swoje</w:t>
            </w:r>
            <w:r w:rsidR="00CD3FF2">
              <w:rPr>
                <w:rFonts w:asciiTheme="minorHAnsi" w:hAnsiTheme="minorHAnsi"/>
                <w:color w:val="auto"/>
              </w:rPr>
              <w:t xml:space="preserve"> kompetencje do pracy grupowej i </w:t>
            </w:r>
            <w:r w:rsidR="00CA428A">
              <w:rPr>
                <w:rFonts w:asciiTheme="minorHAnsi" w:hAnsiTheme="minorHAnsi"/>
                <w:color w:val="auto"/>
              </w:rPr>
              <w:t>rozwinie je.</w:t>
            </w:r>
          </w:p>
        </w:tc>
        <w:tc>
          <w:tcPr>
            <w:tcW w:w="1873" w:type="dxa"/>
          </w:tcPr>
          <w:p w:rsidR="00D35B76" w:rsidRPr="00D5646C" w:rsidRDefault="00817926" w:rsidP="009B53BB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  <w:smallCaps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 xml:space="preserve">Podstawowe pojęcia psychologii relacji: </w:t>
            </w:r>
            <w:r w:rsidR="00202D9E">
              <w:rPr>
                <w:rFonts w:asciiTheme="minorHAnsi" w:hAnsiTheme="minorHAnsi"/>
                <w:sz w:val="24"/>
                <w:szCs w:val="24"/>
              </w:rPr>
              <w:t>„</w:t>
            </w:r>
            <w:r w:rsidR="00986879">
              <w:rPr>
                <w:rFonts w:asciiTheme="minorHAnsi" w:hAnsiTheme="minorHAnsi"/>
                <w:sz w:val="24"/>
                <w:szCs w:val="24"/>
              </w:rPr>
              <w:t>ja</w:t>
            </w:r>
            <w:r w:rsidR="00202D9E">
              <w:rPr>
                <w:rFonts w:asciiTheme="minorHAnsi" w:hAnsiTheme="minorHAnsi"/>
                <w:sz w:val="24"/>
                <w:szCs w:val="24"/>
              </w:rPr>
              <w:t>”</w:t>
            </w:r>
            <w:r w:rsidR="00986879">
              <w:rPr>
                <w:rFonts w:asciiTheme="minorHAnsi" w:hAnsiTheme="minorHAnsi"/>
                <w:sz w:val="24"/>
                <w:szCs w:val="24"/>
              </w:rPr>
              <w:t xml:space="preserve"> w świecie społecznym, </w:t>
            </w:r>
            <w:r w:rsidR="002D0F32">
              <w:rPr>
                <w:rFonts w:asciiTheme="minorHAnsi" w:hAnsiTheme="minorHAnsi"/>
                <w:sz w:val="24"/>
                <w:szCs w:val="24"/>
              </w:rPr>
              <w:t xml:space="preserve">samoocena, 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>samoświadomość, samowiedza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Grupy – zagadnienia podstawowe: definicje grupy, realność grupy, rodzaje grup, etapy powstawania grup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  <w:r w:rsidR="004A552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0606C7">
              <w:rPr>
                <w:rFonts w:asciiTheme="minorHAnsi" w:hAnsiTheme="minorHAnsi"/>
                <w:sz w:val="24"/>
                <w:szCs w:val="24"/>
              </w:rPr>
              <w:t>Normy grupowe.</w:t>
            </w:r>
            <w:r w:rsidR="002D0F32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4A5521">
              <w:rPr>
                <w:rFonts w:asciiTheme="minorHAnsi" w:hAnsiTheme="minorHAnsi"/>
                <w:sz w:val="24"/>
                <w:szCs w:val="24"/>
              </w:rPr>
              <w:t>Socjalizacyjna rola grup.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>.</w:t>
            </w:r>
          </w:p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F2081" w:rsidRPr="00B56E1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F434C" w:rsidRPr="005B254B" w:rsidRDefault="00DF434C" w:rsidP="00DF434C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Zjawiska grupowe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 xml:space="preserve"> grup: facylitacja i hamowanie społeczne, próżniactwo społeczne, wyjaśnienia (teoria pobudzeniowa, lęk przed oceną, konflikt uwagi</w:t>
            </w:r>
          </w:p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5553" w:rsidRPr="009C54AE" w:rsidTr="00923D7D">
        <w:tc>
          <w:tcPr>
            <w:tcW w:w="9639" w:type="dxa"/>
          </w:tcPr>
          <w:p w:rsidR="006D5553" w:rsidRDefault="006D5553" w:rsidP="000606C7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Postawy społeczne. Kształtowanie postaw</w:t>
            </w:r>
            <w:r w:rsidR="008D5A78">
              <w:rPr>
                <w:rFonts w:asciiTheme="minorHAnsi" w:hAnsiTheme="minorHAnsi"/>
                <w:sz w:val="24"/>
                <w:szCs w:val="24"/>
              </w:rPr>
              <w:t>, zmiana postaw.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B06B8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Spostrzeganie społeczne: </w:t>
            </w:r>
            <w:r w:rsidR="000606C7">
              <w:rPr>
                <w:rFonts w:asciiTheme="minorHAnsi" w:hAnsiTheme="minorHAnsi"/>
                <w:sz w:val="24"/>
                <w:szCs w:val="24"/>
              </w:rPr>
              <w:t xml:space="preserve">Stereotypy i uprzedzenia. </w:t>
            </w:r>
            <w:r w:rsidR="00367317">
              <w:rPr>
                <w:rFonts w:asciiTheme="minorHAnsi" w:hAnsiTheme="minorHAnsi"/>
                <w:sz w:val="24"/>
                <w:szCs w:val="24"/>
              </w:rPr>
              <w:t>Dyskryminacja.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F43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>odejmowanie decyzji grupowych: polaryzacja grupowa, syndrom myślenia grupowego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202D9E" w:rsidP="00202D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528" w:type="dxa"/>
          </w:tcPr>
          <w:p w:rsidR="0085747A" w:rsidRPr="00216238" w:rsidRDefault="00216238" w:rsidP="002162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A9360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A9360D"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A9360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528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6942E1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6942E1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528" w:type="dxa"/>
          </w:tcPr>
          <w:p w:rsidR="002B7C59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0A0D5C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B7C59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0A0D5C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EK_4</w:t>
            </w:r>
          </w:p>
        </w:tc>
        <w:tc>
          <w:tcPr>
            <w:tcW w:w="5528" w:type="dxa"/>
          </w:tcPr>
          <w:p w:rsidR="002B7C59" w:rsidRPr="009C54AE" w:rsidRDefault="000A0D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B7C59" w:rsidRPr="009C54AE" w:rsidRDefault="000A0D5C" w:rsidP="000A0D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1. pozytywna ocena z egzaminu pisemnego – trzy zagadnienia do samodzielnego opracowania </w:t>
      </w:r>
      <w:r>
        <w:rPr>
          <w:rFonts w:asciiTheme="minorHAnsi" w:hAnsiTheme="minorHAnsi"/>
          <w:b w:val="0"/>
          <w:smallCaps w:val="0"/>
          <w:szCs w:val="24"/>
        </w:rPr>
        <w:t>lub test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kryteria</w:t>
      </w:r>
      <w:r w:rsidR="00AF267A">
        <w:rPr>
          <w:rFonts w:asciiTheme="minorHAnsi" w:hAnsiTheme="minorHAnsi"/>
          <w:b w:val="0"/>
          <w:smallCaps w:val="0"/>
          <w:szCs w:val="24"/>
        </w:rPr>
        <w:t xml:space="preserve"> dotyczące egzaminu z trzech zagadnień</w:t>
      </w:r>
      <w:r w:rsidR="003016CC">
        <w:rPr>
          <w:rFonts w:asciiTheme="minorHAnsi" w:hAnsiTheme="minorHAnsi"/>
          <w:b w:val="0"/>
          <w:smallCaps w:val="0"/>
          <w:szCs w:val="24"/>
        </w:rPr>
        <w:t xml:space="preserve"> – punktacja orientacyjna</w:t>
      </w:r>
      <w:r w:rsidRPr="005B254B">
        <w:rPr>
          <w:rFonts w:asciiTheme="minorHAnsi" w:hAnsiTheme="minorHAnsi"/>
          <w:b w:val="0"/>
          <w:smallCaps w:val="0"/>
          <w:szCs w:val="24"/>
        </w:rPr>
        <w:t>: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0-2,5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n</w:t>
      </w:r>
      <w:r w:rsidR="001A2B4E">
        <w:rPr>
          <w:rFonts w:asciiTheme="minorHAnsi" w:hAnsiTheme="minorHAnsi"/>
          <w:b w:val="0"/>
          <w:smallCaps w:val="0"/>
          <w:szCs w:val="24"/>
        </w:rPr>
        <w:t>d</w:t>
      </w:r>
      <w:r w:rsidRPr="005B254B">
        <w:rPr>
          <w:rFonts w:asciiTheme="minorHAnsi" w:hAnsiTheme="minorHAnsi"/>
          <w:b w:val="0"/>
          <w:smallCaps w:val="0"/>
          <w:szCs w:val="24"/>
        </w:rPr>
        <w:t>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>.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lastRenderedPageBreak/>
        <w:t xml:space="preserve">3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3,5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4-5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5,5 pkt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6 pkt </w:t>
      </w:r>
      <w:r>
        <w:rPr>
          <w:rFonts w:asciiTheme="minorHAnsi" w:hAnsiTheme="minorHAnsi"/>
          <w:b w:val="0"/>
          <w:smallCaps w:val="0"/>
          <w:szCs w:val="24"/>
        </w:rPr>
        <w:t>–</w:t>
      </w:r>
      <w:r w:rsidRPr="005B254B">
        <w:rPr>
          <w:rFonts w:asciiTheme="minorHAnsi" w:hAnsiTheme="minorHAnsi"/>
          <w:b w:val="0"/>
          <w:smallCaps w:val="0"/>
          <w:szCs w:val="24"/>
        </w:rPr>
        <w:t xml:space="preserve">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bdb</w:t>
      </w:r>
      <w:proofErr w:type="spellEnd"/>
      <w:r w:rsidR="00BA62C8">
        <w:rPr>
          <w:rFonts w:asciiTheme="minorHAnsi" w:hAnsiTheme="minorHAnsi"/>
          <w:b w:val="0"/>
          <w:smallCaps w:val="0"/>
          <w:szCs w:val="24"/>
        </w:rPr>
        <w:t>*</w:t>
      </w: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2</w:t>
      </w:r>
      <w:r w:rsidRPr="00A13A7A">
        <w:rPr>
          <w:b w:val="0"/>
          <w:smallCaps w:val="0"/>
          <w:sz w:val="22"/>
        </w:rPr>
        <w:t>.</w:t>
      </w:r>
      <w:r>
        <w:rPr>
          <w:b w:val="0"/>
          <w:smallCaps w:val="0"/>
          <w:sz w:val="22"/>
        </w:rPr>
        <w:t xml:space="preserve"> obecność na wykładach</w:t>
      </w:r>
      <w:r w:rsidR="001A2B4E">
        <w:rPr>
          <w:b w:val="0"/>
          <w:smallCaps w:val="0"/>
          <w:sz w:val="22"/>
        </w:rPr>
        <w:t xml:space="preserve"> i ćwiczeniach</w:t>
      </w:r>
      <w:r>
        <w:rPr>
          <w:b w:val="0"/>
          <w:smallCaps w:val="0"/>
          <w:sz w:val="22"/>
        </w:rPr>
        <w:t>.</w:t>
      </w: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3. pozytywna ocena końcowej pracy zaliczeniowej</w:t>
      </w:r>
    </w:p>
    <w:p w:rsidR="00BA62C8" w:rsidRPr="00A13A7A" w:rsidRDefault="00BA62C8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* punktacja ule</w:t>
      </w:r>
      <w:r w:rsidR="00AE1E3E">
        <w:rPr>
          <w:b w:val="0"/>
          <w:smallCaps w:val="0"/>
          <w:sz w:val="22"/>
        </w:rPr>
        <w:t>gnie</w:t>
      </w:r>
      <w:r>
        <w:rPr>
          <w:b w:val="0"/>
          <w:smallCaps w:val="0"/>
          <w:sz w:val="22"/>
        </w:rPr>
        <w:t xml:space="preserve"> zmianie w </w:t>
      </w:r>
      <w:r w:rsidR="00AF267A">
        <w:rPr>
          <w:b w:val="0"/>
          <w:smallCaps w:val="0"/>
          <w:sz w:val="22"/>
        </w:rPr>
        <w:t>zależności</w:t>
      </w:r>
      <w:r>
        <w:rPr>
          <w:b w:val="0"/>
          <w:smallCaps w:val="0"/>
          <w:sz w:val="22"/>
        </w:rPr>
        <w:t xml:space="preserve"> od liczby punktó</w:t>
      </w:r>
      <w:r w:rsidR="00AF267A">
        <w:rPr>
          <w:b w:val="0"/>
          <w:smallCaps w:val="0"/>
          <w:sz w:val="22"/>
        </w:rPr>
        <w:t>w przyznawanych na egzaminie testowym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9C54AE" w:rsidRDefault="00314CE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C7A62">
              <w:rPr>
                <w:rFonts w:ascii="Corbel" w:hAnsi="Corbel"/>
                <w:sz w:val="24"/>
                <w:szCs w:val="24"/>
              </w:rPr>
              <w:t>:</w:t>
            </w:r>
          </w:p>
          <w:p w:rsidR="00AE1E3E" w:rsidRPr="009C54AE" w:rsidRDefault="00AE1E3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0C5696" w:rsidRPr="009C54AE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C7A62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3C7A62" w:rsidRPr="009C54AE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7ADB">
              <w:rPr>
                <w:rFonts w:ascii="Corbel" w:hAnsi="Corbel"/>
                <w:sz w:val="24"/>
                <w:szCs w:val="24"/>
              </w:rPr>
              <w:t>:</w:t>
            </w:r>
          </w:p>
          <w:p w:rsidR="00DD2EEE" w:rsidRDefault="00B73E7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>p</w:t>
            </w:r>
            <w:r w:rsidR="000C5696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3C7A62">
              <w:rPr>
                <w:rFonts w:ascii="Corbel" w:hAnsi="Corbel"/>
                <w:sz w:val="24"/>
                <w:szCs w:val="24"/>
              </w:rPr>
              <w:t xml:space="preserve">zajęć ćwiczeniowych </w:t>
            </w:r>
            <w:r w:rsidR="00DD2EEE">
              <w:rPr>
                <w:rFonts w:ascii="Corbel" w:hAnsi="Corbel"/>
                <w:sz w:val="24"/>
                <w:szCs w:val="24"/>
              </w:rPr>
              <w:t xml:space="preserve">– studiowanie literatury </w:t>
            </w:r>
            <w:r>
              <w:rPr>
                <w:rFonts w:ascii="Corbel" w:hAnsi="Corbel"/>
                <w:sz w:val="24"/>
                <w:szCs w:val="24"/>
              </w:rPr>
              <w:t>, przygotowanie do kolokwium</w:t>
            </w:r>
          </w:p>
          <w:p w:rsidR="000C5696" w:rsidRPr="009C54AE" w:rsidRDefault="00B73E7B" w:rsidP="00DD2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DD2EEE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>
              <w:rPr>
                <w:rFonts w:ascii="Corbel" w:hAnsi="Corbel"/>
                <w:sz w:val="24"/>
                <w:szCs w:val="24"/>
              </w:rPr>
              <w:t xml:space="preserve">: </w:t>
            </w: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C5696" w:rsidRDefault="00A83D0C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DD2EEE" w:rsidRDefault="00DD2EEE" w:rsidP="00E174FD"/>
          <w:p w:rsidR="00DD2EEE" w:rsidRDefault="00A83D0C" w:rsidP="00E174FD">
            <w:r>
              <w:t>50</w:t>
            </w:r>
          </w:p>
          <w:p w:rsidR="00B73E7B" w:rsidRDefault="00B73E7B" w:rsidP="00E174FD"/>
          <w:p w:rsidR="00DD2EEE" w:rsidRPr="00000AAD" w:rsidRDefault="00DD2EEE" w:rsidP="00E174FD"/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9C54AE" w:rsidRDefault="00B73E7B" w:rsidP="00B73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9C54AE" w:rsidRDefault="00B73E7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0C5696" w:rsidRPr="009C54AE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</w:t>
            </w:r>
            <w:r w:rsidRPr="0069784A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. Warszawa: Wydawnictwo Naukowe Scholar. </w:t>
            </w:r>
            <w:r w:rsidR="00E45F99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(</w:t>
            </w:r>
            <w:r w:rsidR="00CD5C0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Rozdziały 2.1, 2.2</w:t>
            </w:r>
            <w:r w:rsidR="00E45F99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).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szCs w:val="18"/>
              </w:rPr>
            </w:pPr>
            <w:r>
              <w:rPr>
                <w:rStyle w:val="apple-style-span"/>
                <w:szCs w:val="18"/>
              </w:rPr>
              <w:t xml:space="preserve">Aronson, E. (2014). </w:t>
            </w:r>
            <w:r w:rsidRPr="0069784A">
              <w:rPr>
                <w:rStyle w:val="apple-style-span"/>
                <w:i/>
                <w:szCs w:val="18"/>
              </w:rPr>
              <w:t>Człowiek istota społeczna</w:t>
            </w:r>
            <w:r>
              <w:rPr>
                <w:rStyle w:val="apple-style-span"/>
                <w:szCs w:val="18"/>
              </w:rPr>
              <w:t>. Warszawa: WN PWN (r. 2,</w:t>
            </w:r>
            <w:r w:rsidR="00875537">
              <w:rPr>
                <w:rStyle w:val="apple-style-span"/>
                <w:szCs w:val="18"/>
              </w:rPr>
              <w:t xml:space="preserve"> 7</w:t>
            </w:r>
            <w:r>
              <w:rPr>
                <w:rStyle w:val="apple-style-span"/>
                <w:szCs w:val="18"/>
              </w:rPr>
              <w:t>).</w:t>
            </w:r>
          </w:p>
          <w:p w:rsidR="00875537" w:rsidRPr="005B254B" w:rsidRDefault="00875537" w:rsidP="00875537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</w:t>
            </w:r>
            <w:r w:rsidRPr="0069784A">
              <w:rPr>
                <w:rFonts w:asciiTheme="minorHAnsi" w:hAnsiTheme="minorHAnsi"/>
                <w:b w:val="0"/>
                <w:i/>
                <w:smallCaps w:val="0"/>
                <w:szCs w:val="24"/>
              </w:rPr>
              <w:t>Psychologia życia społecznego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. Gdańsk: GWP.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(r.2; </w:t>
            </w:r>
            <w:r w:rsidR="00E45F99">
              <w:rPr>
                <w:rFonts w:asciiTheme="minorHAnsi" w:hAnsiTheme="minorHAnsi"/>
                <w:b w:val="0"/>
                <w:smallCaps w:val="0"/>
                <w:szCs w:val="24"/>
              </w:rPr>
              <w:t xml:space="preserve">r.4; 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>r.7</w:t>
            </w:r>
            <w:r w:rsidR="00E45F99">
              <w:rPr>
                <w:rFonts w:asciiTheme="minorHAnsi" w:hAnsiTheme="minorHAnsi"/>
                <w:b w:val="0"/>
                <w:smallCaps w:val="0"/>
                <w:szCs w:val="24"/>
              </w:rPr>
              <w:t>)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 </w:t>
            </w:r>
          </w:p>
          <w:p w:rsidR="00875537" w:rsidRPr="005B254B" w:rsidRDefault="00875537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A323B" w:rsidRDefault="00DA323B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69784A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Wywieranie wpływu na ludzi. Teoria i praktyka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3044F5" w:rsidRPr="00287893" w:rsidRDefault="003044F5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Biuletyn Zakładu Psychologii </w:t>
            </w:r>
            <w:r w:rsidRPr="0069784A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Wgląd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– artykuły zadawane na bieżąco w zależności od ich zgodności z tematyk</w:t>
            </w:r>
            <w:r w:rsidR="00957FE4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ą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przedmiotu.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A323B" w:rsidRPr="009C54AE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78B" w:rsidRDefault="0013678B" w:rsidP="00C16ABF">
      <w:pPr>
        <w:spacing w:after="0" w:line="240" w:lineRule="auto"/>
      </w:pPr>
      <w:r>
        <w:separator/>
      </w:r>
    </w:p>
  </w:endnote>
  <w:endnote w:type="continuationSeparator" w:id="0">
    <w:p w:rsidR="0013678B" w:rsidRDefault="001367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78B" w:rsidRDefault="0013678B" w:rsidP="00C16ABF">
      <w:pPr>
        <w:spacing w:after="0" w:line="240" w:lineRule="auto"/>
      </w:pPr>
      <w:r>
        <w:separator/>
      </w:r>
    </w:p>
  </w:footnote>
  <w:footnote w:type="continuationSeparator" w:id="0">
    <w:p w:rsidR="0013678B" w:rsidRDefault="0013678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F37"/>
    <w:rsid w:val="000077B4"/>
    <w:rsid w:val="00015B8F"/>
    <w:rsid w:val="00022ECE"/>
    <w:rsid w:val="000277DF"/>
    <w:rsid w:val="00042A51"/>
    <w:rsid w:val="00042D2E"/>
    <w:rsid w:val="00044C82"/>
    <w:rsid w:val="0005454B"/>
    <w:rsid w:val="000606C7"/>
    <w:rsid w:val="00067315"/>
    <w:rsid w:val="00070ED6"/>
    <w:rsid w:val="000742DC"/>
    <w:rsid w:val="00074F81"/>
    <w:rsid w:val="00084C12"/>
    <w:rsid w:val="0009462C"/>
    <w:rsid w:val="00094B12"/>
    <w:rsid w:val="00096C46"/>
    <w:rsid w:val="000A0D5C"/>
    <w:rsid w:val="000A296F"/>
    <w:rsid w:val="000A2A28"/>
    <w:rsid w:val="000A6352"/>
    <w:rsid w:val="000B06B8"/>
    <w:rsid w:val="000B192D"/>
    <w:rsid w:val="000B28EE"/>
    <w:rsid w:val="000B3E37"/>
    <w:rsid w:val="000B70A5"/>
    <w:rsid w:val="000C13FF"/>
    <w:rsid w:val="000C5696"/>
    <w:rsid w:val="000D04B0"/>
    <w:rsid w:val="000E2260"/>
    <w:rsid w:val="000F1C57"/>
    <w:rsid w:val="000F5615"/>
    <w:rsid w:val="00100C66"/>
    <w:rsid w:val="001132F3"/>
    <w:rsid w:val="00114DB0"/>
    <w:rsid w:val="00124BFF"/>
    <w:rsid w:val="0012560E"/>
    <w:rsid w:val="00127108"/>
    <w:rsid w:val="00134B13"/>
    <w:rsid w:val="0013678B"/>
    <w:rsid w:val="00137CC2"/>
    <w:rsid w:val="00146BC0"/>
    <w:rsid w:val="00153C41"/>
    <w:rsid w:val="00154381"/>
    <w:rsid w:val="001640A7"/>
    <w:rsid w:val="00164FA7"/>
    <w:rsid w:val="001657B3"/>
    <w:rsid w:val="00166A03"/>
    <w:rsid w:val="001718A7"/>
    <w:rsid w:val="001737CF"/>
    <w:rsid w:val="00174F24"/>
    <w:rsid w:val="00176083"/>
    <w:rsid w:val="001770C7"/>
    <w:rsid w:val="00192F37"/>
    <w:rsid w:val="001A2B4E"/>
    <w:rsid w:val="001A70D2"/>
    <w:rsid w:val="001C498C"/>
    <w:rsid w:val="001D657B"/>
    <w:rsid w:val="001D7B54"/>
    <w:rsid w:val="001E0209"/>
    <w:rsid w:val="001E57D8"/>
    <w:rsid w:val="001F03F8"/>
    <w:rsid w:val="001F2CA2"/>
    <w:rsid w:val="00202D9E"/>
    <w:rsid w:val="002144C0"/>
    <w:rsid w:val="00216238"/>
    <w:rsid w:val="0022477D"/>
    <w:rsid w:val="002278A9"/>
    <w:rsid w:val="002336F9"/>
    <w:rsid w:val="002400FB"/>
    <w:rsid w:val="0024028F"/>
    <w:rsid w:val="00240302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0F32"/>
    <w:rsid w:val="002D3375"/>
    <w:rsid w:val="002D73D4"/>
    <w:rsid w:val="002F02A3"/>
    <w:rsid w:val="002F4ABE"/>
    <w:rsid w:val="003016CC"/>
    <w:rsid w:val="003018BA"/>
    <w:rsid w:val="0030395F"/>
    <w:rsid w:val="003044F5"/>
    <w:rsid w:val="00305C92"/>
    <w:rsid w:val="00314CEE"/>
    <w:rsid w:val="003151C5"/>
    <w:rsid w:val="003343CF"/>
    <w:rsid w:val="00346FE9"/>
    <w:rsid w:val="0034759A"/>
    <w:rsid w:val="003503F6"/>
    <w:rsid w:val="003530DD"/>
    <w:rsid w:val="00363F78"/>
    <w:rsid w:val="00365B34"/>
    <w:rsid w:val="00367317"/>
    <w:rsid w:val="00397174"/>
    <w:rsid w:val="003A0A5B"/>
    <w:rsid w:val="003A1176"/>
    <w:rsid w:val="003C0BAE"/>
    <w:rsid w:val="003C7A62"/>
    <w:rsid w:val="003D18A9"/>
    <w:rsid w:val="003D6CE2"/>
    <w:rsid w:val="003E1941"/>
    <w:rsid w:val="003E2FE6"/>
    <w:rsid w:val="003E49D5"/>
    <w:rsid w:val="003F38C0"/>
    <w:rsid w:val="00411D7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F97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521"/>
    <w:rsid w:val="004D5282"/>
    <w:rsid w:val="004F1551"/>
    <w:rsid w:val="004F55A3"/>
    <w:rsid w:val="0050496F"/>
    <w:rsid w:val="00506D13"/>
    <w:rsid w:val="00513B6F"/>
    <w:rsid w:val="00517C63"/>
    <w:rsid w:val="00525C5A"/>
    <w:rsid w:val="00526C94"/>
    <w:rsid w:val="005338A3"/>
    <w:rsid w:val="005363C4"/>
    <w:rsid w:val="00536BDE"/>
    <w:rsid w:val="00543ACC"/>
    <w:rsid w:val="0055258D"/>
    <w:rsid w:val="0056696D"/>
    <w:rsid w:val="00573333"/>
    <w:rsid w:val="00573EF9"/>
    <w:rsid w:val="0059484D"/>
    <w:rsid w:val="005A0855"/>
    <w:rsid w:val="005A3196"/>
    <w:rsid w:val="005C080F"/>
    <w:rsid w:val="005C55E5"/>
    <w:rsid w:val="005C696A"/>
    <w:rsid w:val="005E321B"/>
    <w:rsid w:val="005E6E85"/>
    <w:rsid w:val="005F31D2"/>
    <w:rsid w:val="0061029B"/>
    <w:rsid w:val="00617230"/>
    <w:rsid w:val="00621CE1"/>
    <w:rsid w:val="00627FC9"/>
    <w:rsid w:val="006357AE"/>
    <w:rsid w:val="00647CA0"/>
    <w:rsid w:val="00647FA8"/>
    <w:rsid w:val="00650C5F"/>
    <w:rsid w:val="00654934"/>
    <w:rsid w:val="006620D9"/>
    <w:rsid w:val="00671958"/>
    <w:rsid w:val="00675843"/>
    <w:rsid w:val="00685CCD"/>
    <w:rsid w:val="006942E1"/>
    <w:rsid w:val="00696477"/>
    <w:rsid w:val="0069784A"/>
    <w:rsid w:val="006A02D5"/>
    <w:rsid w:val="006A4353"/>
    <w:rsid w:val="006C7F34"/>
    <w:rsid w:val="006D050F"/>
    <w:rsid w:val="006D555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A9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6E6E"/>
    <w:rsid w:val="007C3299"/>
    <w:rsid w:val="007C3BCC"/>
    <w:rsid w:val="007C4546"/>
    <w:rsid w:val="007D6E56"/>
    <w:rsid w:val="007E24C7"/>
    <w:rsid w:val="007F1652"/>
    <w:rsid w:val="007F4155"/>
    <w:rsid w:val="007F476F"/>
    <w:rsid w:val="0081554D"/>
    <w:rsid w:val="0081707E"/>
    <w:rsid w:val="00817926"/>
    <w:rsid w:val="00817A2C"/>
    <w:rsid w:val="008449B3"/>
    <w:rsid w:val="0085747A"/>
    <w:rsid w:val="00875537"/>
    <w:rsid w:val="00884922"/>
    <w:rsid w:val="00885F64"/>
    <w:rsid w:val="008917F9"/>
    <w:rsid w:val="00891D0C"/>
    <w:rsid w:val="008A2C3C"/>
    <w:rsid w:val="008A3538"/>
    <w:rsid w:val="008A45F7"/>
    <w:rsid w:val="008C0CC0"/>
    <w:rsid w:val="008C19A9"/>
    <w:rsid w:val="008C379D"/>
    <w:rsid w:val="008C5147"/>
    <w:rsid w:val="008C5359"/>
    <w:rsid w:val="008C5363"/>
    <w:rsid w:val="008D28E1"/>
    <w:rsid w:val="008D3DFB"/>
    <w:rsid w:val="008D3E28"/>
    <w:rsid w:val="008D5A78"/>
    <w:rsid w:val="008E64F4"/>
    <w:rsid w:val="008F12C9"/>
    <w:rsid w:val="008F6E29"/>
    <w:rsid w:val="008F70AB"/>
    <w:rsid w:val="00916188"/>
    <w:rsid w:val="00923D7D"/>
    <w:rsid w:val="009508DF"/>
    <w:rsid w:val="00950DAC"/>
    <w:rsid w:val="00951FB1"/>
    <w:rsid w:val="00954A07"/>
    <w:rsid w:val="00957FE4"/>
    <w:rsid w:val="00986879"/>
    <w:rsid w:val="00997F14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5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D2E"/>
    <w:rsid w:val="00A83D0C"/>
    <w:rsid w:val="00A84C85"/>
    <w:rsid w:val="00A9360D"/>
    <w:rsid w:val="00A9701D"/>
    <w:rsid w:val="00A97DE1"/>
    <w:rsid w:val="00AB053C"/>
    <w:rsid w:val="00AD1146"/>
    <w:rsid w:val="00AD27D3"/>
    <w:rsid w:val="00AD66D6"/>
    <w:rsid w:val="00AE1160"/>
    <w:rsid w:val="00AE1E3E"/>
    <w:rsid w:val="00AE203C"/>
    <w:rsid w:val="00AE2E74"/>
    <w:rsid w:val="00AE5FCB"/>
    <w:rsid w:val="00AF267A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19E4"/>
    <w:rsid w:val="00B66529"/>
    <w:rsid w:val="00B73E7B"/>
    <w:rsid w:val="00B75946"/>
    <w:rsid w:val="00B8056E"/>
    <w:rsid w:val="00B819C8"/>
    <w:rsid w:val="00B82308"/>
    <w:rsid w:val="00B90885"/>
    <w:rsid w:val="00BA62C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3E4E"/>
    <w:rsid w:val="00C766DF"/>
    <w:rsid w:val="00C926CA"/>
    <w:rsid w:val="00C93900"/>
    <w:rsid w:val="00C94B98"/>
    <w:rsid w:val="00CA2B96"/>
    <w:rsid w:val="00CA428A"/>
    <w:rsid w:val="00CA5089"/>
    <w:rsid w:val="00CB24D5"/>
    <w:rsid w:val="00CB42CB"/>
    <w:rsid w:val="00CD3FF2"/>
    <w:rsid w:val="00CD5C03"/>
    <w:rsid w:val="00CD6897"/>
    <w:rsid w:val="00CE5BAC"/>
    <w:rsid w:val="00CF25BE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D2EEE"/>
    <w:rsid w:val="00DD66D9"/>
    <w:rsid w:val="00DE09C0"/>
    <w:rsid w:val="00DE4A14"/>
    <w:rsid w:val="00DF320D"/>
    <w:rsid w:val="00DF434C"/>
    <w:rsid w:val="00DF71C8"/>
    <w:rsid w:val="00DF7608"/>
    <w:rsid w:val="00E129B8"/>
    <w:rsid w:val="00E21E7D"/>
    <w:rsid w:val="00E22FBC"/>
    <w:rsid w:val="00E24BF5"/>
    <w:rsid w:val="00E25338"/>
    <w:rsid w:val="00E45F99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D03AB"/>
    <w:rsid w:val="00ED0744"/>
    <w:rsid w:val="00ED32D2"/>
    <w:rsid w:val="00EE32DE"/>
    <w:rsid w:val="00EE5457"/>
    <w:rsid w:val="00F070AB"/>
    <w:rsid w:val="00F17567"/>
    <w:rsid w:val="00F2123C"/>
    <w:rsid w:val="00F27A7B"/>
    <w:rsid w:val="00F36B7D"/>
    <w:rsid w:val="00F526AF"/>
    <w:rsid w:val="00F617C3"/>
    <w:rsid w:val="00F7066B"/>
    <w:rsid w:val="00F83B28"/>
    <w:rsid w:val="00FA0896"/>
    <w:rsid w:val="00FA46E5"/>
    <w:rsid w:val="00FB7ADB"/>
    <w:rsid w:val="00FB7DBA"/>
    <w:rsid w:val="00FC1C25"/>
    <w:rsid w:val="00FC3F45"/>
    <w:rsid w:val="00FC5330"/>
    <w:rsid w:val="00FD503F"/>
    <w:rsid w:val="00FD7589"/>
    <w:rsid w:val="00FE34F5"/>
    <w:rsid w:val="00FE63D4"/>
    <w:rsid w:val="00FF016A"/>
    <w:rsid w:val="00FF1401"/>
    <w:rsid w:val="00FF2081"/>
    <w:rsid w:val="00FF4E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9EA35-5C2E-46BC-B424-24DFDC53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931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2020-10-14T11:32:00Z</cp:lastPrinted>
  <dcterms:created xsi:type="dcterms:W3CDTF">2019-11-13T11:31:00Z</dcterms:created>
  <dcterms:modified xsi:type="dcterms:W3CDTF">2021-10-04T07:26:00Z</dcterms:modified>
</cp:coreProperties>
</file>